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881FC" w14:textId="77777777" w:rsidR="00643F2E" w:rsidRPr="00643F2E" w:rsidRDefault="00B915FE" w:rsidP="00643F2E">
      <w:pPr>
        <w:spacing w:line="240" w:lineRule="auto"/>
        <w:jc w:val="right"/>
        <w:rPr>
          <w:rFonts w:ascii="Corbel" w:hAnsi="Corbel"/>
          <w:bCs/>
          <w:i/>
        </w:rPr>
      </w:pPr>
      <w:r w:rsidRPr="61AA9FBA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43F2E" w:rsidRPr="00643F2E">
        <w:rPr>
          <w:rFonts w:ascii="Corbel" w:hAnsi="Corbel"/>
          <w:bCs/>
          <w:i/>
        </w:rPr>
        <w:t>Załącznik nr 1.5 do Zarządzenia Rektora UR nr 7/2023</w:t>
      </w:r>
    </w:p>
    <w:p w14:paraId="691F7823" w14:textId="77777777" w:rsidR="00643F2E" w:rsidRPr="00643F2E" w:rsidRDefault="00643F2E" w:rsidP="00643F2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43F2E">
        <w:rPr>
          <w:rFonts w:ascii="Corbel" w:hAnsi="Corbel"/>
          <w:b/>
          <w:smallCaps/>
          <w:sz w:val="24"/>
          <w:szCs w:val="24"/>
        </w:rPr>
        <w:t>SYLABUS</w:t>
      </w:r>
    </w:p>
    <w:p w14:paraId="7750BD83" w14:textId="00642EF2" w:rsidR="00643F2E" w:rsidRPr="00643F2E" w:rsidRDefault="00643F2E" w:rsidP="00643F2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43F2E">
        <w:rPr>
          <w:rFonts w:ascii="Corbel" w:hAnsi="Corbel"/>
          <w:b/>
          <w:smallCaps/>
          <w:sz w:val="24"/>
          <w:szCs w:val="24"/>
        </w:rPr>
        <w:t>dotyczy cyklu kształcenia 202</w:t>
      </w:r>
      <w:r w:rsidR="009C4F80">
        <w:rPr>
          <w:rFonts w:ascii="Corbel" w:hAnsi="Corbel"/>
          <w:b/>
          <w:smallCaps/>
          <w:sz w:val="24"/>
          <w:szCs w:val="24"/>
        </w:rPr>
        <w:t>5</w:t>
      </w:r>
      <w:r w:rsidRPr="00643F2E">
        <w:rPr>
          <w:rFonts w:ascii="Corbel" w:hAnsi="Corbel"/>
          <w:b/>
          <w:smallCaps/>
          <w:sz w:val="24"/>
          <w:szCs w:val="24"/>
        </w:rPr>
        <w:t>-202</w:t>
      </w:r>
      <w:r w:rsidR="009C4F80">
        <w:rPr>
          <w:rFonts w:ascii="Corbel" w:hAnsi="Corbel"/>
          <w:b/>
          <w:smallCaps/>
          <w:sz w:val="24"/>
          <w:szCs w:val="24"/>
        </w:rPr>
        <w:t>8</w:t>
      </w:r>
    </w:p>
    <w:p w14:paraId="6F8352E2" w14:textId="77777777" w:rsidR="00643F2E" w:rsidRPr="00643F2E" w:rsidRDefault="00643F2E" w:rsidP="00643F2E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643F2E">
        <w:rPr>
          <w:rFonts w:ascii="Corbel" w:hAnsi="Corbel"/>
          <w:i/>
          <w:sz w:val="20"/>
          <w:szCs w:val="20"/>
        </w:rPr>
        <w:t>(skrajne daty</w:t>
      </w:r>
      <w:r w:rsidRPr="00643F2E">
        <w:rPr>
          <w:rFonts w:ascii="Corbel" w:hAnsi="Corbel"/>
          <w:sz w:val="20"/>
          <w:szCs w:val="20"/>
        </w:rPr>
        <w:t>)</w:t>
      </w:r>
    </w:p>
    <w:p w14:paraId="27226A15" w14:textId="5CA16482" w:rsidR="00B915FE" w:rsidRPr="00EA4832" w:rsidRDefault="00643F2E" w:rsidP="00643F2E">
      <w:pPr>
        <w:spacing w:line="240" w:lineRule="auto"/>
        <w:jc w:val="center"/>
        <w:rPr>
          <w:rFonts w:ascii="Corbel" w:hAnsi="Corbel"/>
          <w:sz w:val="20"/>
          <w:szCs w:val="20"/>
        </w:rPr>
      </w:pPr>
      <w:r w:rsidRPr="00643F2E">
        <w:rPr>
          <w:rFonts w:ascii="Corbel" w:hAnsi="Corbel"/>
          <w:sz w:val="20"/>
          <w:szCs w:val="20"/>
        </w:rPr>
        <w:t>Rok akademicki 202</w:t>
      </w:r>
      <w:r w:rsidR="009C4F80">
        <w:rPr>
          <w:rFonts w:ascii="Corbel" w:hAnsi="Corbel"/>
          <w:sz w:val="20"/>
          <w:szCs w:val="20"/>
        </w:rPr>
        <w:t>5</w:t>
      </w:r>
      <w:r w:rsidRPr="00643F2E">
        <w:rPr>
          <w:rFonts w:ascii="Corbel" w:hAnsi="Corbel"/>
          <w:sz w:val="20"/>
          <w:szCs w:val="20"/>
        </w:rPr>
        <w:t>/202</w:t>
      </w:r>
      <w:r w:rsidR="009C4F80">
        <w:rPr>
          <w:rFonts w:ascii="Corbel" w:hAnsi="Corbel"/>
          <w:sz w:val="20"/>
          <w:szCs w:val="20"/>
        </w:rPr>
        <w:t>6</w:t>
      </w:r>
    </w:p>
    <w:p w14:paraId="0C6E7FD4" w14:textId="77777777" w:rsidR="00B915FE" w:rsidRPr="009C54AE" w:rsidRDefault="00B915FE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915FE" w:rsidRPr="009C54AE" w14:paraId="4275CDA5" w14:textId="77777777" w:rsidTr="009C4F80">
        <w:tc>
          <w:tcPr>
            <w:tcW w:w="2694" w:type="dxa"/>
            <w:vAlign w:val="center"/>
          </w:tcPr>
          <w:p w14:paraId="59701564" w14:textId="77777777" w:rsidR="00B915FE" w:rsidRPr="0094216A" w:rsidRDefault="00B915F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216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F71C39" w14:textId="31E3D30E" w:rsidR="00B915FE" w:rsidRPr="009C54AE" w:rsidRDefault="00B915FE" w:rsidP="004938E6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61AA9FBA">
              <w:rPr>
                <w:rFonts w:ascii="Corbel" w:hAnsi="Corbel"/>
                <w:bCs/>
                <w:sz w:val="24"/>
                <w:szCs w:val="24"/>
              </w:rPr>
              <w:t xml:space="preserve">Procesy demograficzne </w:t>
            </w:r>
            <w:r w:rsidR="37715397" w:rsidRPr="004938E6">
              <w:rPr>
                <w:rFonts w:ascii="Corbel" w:eastAsia="Corbel" w:hAnsi="Corbel" w:cs="Corbel"/>
                <w:bCs/>
                <w:color w:val="auto"/>
                <w:sz w:val="24"/>
                <w:szCs w:val="24"/>
              </w:rPr>
              <w:t xml:space="preserve">współczesnego </w:t>
            </w:r>
            <w:r w:rsidRPr="61AA9FBA">
              <w:rPr>
                <w:rFonts w:ascii="Corbel" w:hAnsi="Corbel"/>
                <w:bCs/>
                <w:sz w:val="24"/>
                <w:szCs w:val="24"/>
              </w:rPr>
              <w:t>świata</w:t>
            </w:r>
          </w:p>
        </w:tc>
      </w:tr>
      <w:tr w:rsidR="00B915FE" w:rsidRPr="009C54AE" w14:paraId="069F09BA" w14:textId="77777777" w:rsidTr="009C4F80">
        <w:tc>
          <w:tcPr>
            <w:tcW w:w="2694" w:type="dxa"/>
            <w:vAlign w:val="center"/>
          </w:tcPr>
          <w:p w14:paraId="4CA29152" w14:textId="77777777" w:rsidR="00B915FE" w:rsidRPr="0094216A" w:rsidRDefault="00B915F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216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107D18E" w14:textId="77777777" w:rsidR="00B915FE" w:rsidRPr="009C54AE" w:rsidRDefault="00DF2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MK_07</w:t>
            </w:r>
          </w:p>
        </w:tc>
      </w:tr>
      <w:tr w:rsidR="009C4F80" w:rsidRPr="009C54AE" w14:paraId="5C0172EC" w14:textId="77777777" w:rsidTr="009C4F80">
        <w:tc>
          <w:tcPr>
            <w:tcW w:w="2694" w:type="dxa"/>
            <w:vAlign w:val="center"/>
          </w:tcPr>
          <w:p w14:paraId="249A5C16" w14:textId="77777777" w:rsidR="009C4F80" w:rsidRPr="0094216A" w:rsidRDefault="009C4F80" w:rsidP="009C4F8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4216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14:paraId="7E3E3000" w14:textId="15E83F9D" w:rsidR="009C4F80" w:rsidRPr="009C4F80" w:rsidRDefault="009C4F80" w:rsidP="009C4F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C4F80">
              <w:rPr>
                <w:rFonts w:ascii="Corbel" w:hAnsi="Corbel"/>
                <w:b w:val="0"/>
                <w:bCs/>
                <w:sz w:val="24"/>
                <w:szCs w:val="24"/>
              </w:rPr>
              <w:t>Wydział Nauk Społecznych</w:t>
            </w:r>
          </w:p>
        </w:tc>
      </w:tr>
      <w:tr w:rsidR="009C4F80" w:rsidRPr="009C54AE" w14:paraId="4FEDF307" w14:textId="77777777" w:rsidTr="009C4F80">
        <w:tc>
          <w:tcPr>
            <w:tcW w:w="2694" w:type="dxa"/>
            <w:vAlign w:val="center"/>
          </w:tcPr>
          <w:p w14:paraId="0A39E105" w14:textId="77777777" w:rsidR="009C4F80" w:rsidRPr="0094216A" w:rsidRDefault="009C4F80" w:rsidP="009C4F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216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56BCBDC3" w14:textId="0163630C" w:rsidR="009C4F80" w:rsidRPr="009C4F80" w:rsidRDefault="009C4F80" w:rsidP="009C4F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C4F80">
              <w:rPr>
                <w:rFonts w:ascii="Corbel" w:hAnsi="Corbel"/>
                <w:b w:val="0"/>
                <w:bCs/>
                <w:sz w:val="24"/>
                <w:szCs w:val="24"/>
              </w:rPr>
              <w:t>Instytut Nauk o Polityce i Bezpieczeństwie</w:t>
            </w:r>
          </w:p>
        </w:tc>
      </w:tr>
      <w:tr w:rsidR="00B915FE" w:rsidRPr="009C54AE" w14:paraId="58415E7B" w14:textId="77777777" w:rsidTr="009C4F80">
        <w:tc>
          <w:tcPr>
            <w:tcW w:w="2694" w:type="dxa"/>
            <w:vAlign w:val="center"/>
          </w:tcPr>
          <w:p w14:paraId="4B835047" w14:textId="77777777" w:rsidR="00B915FE" w:rsidRPr="0094216A" w:rsidRDefault="00B915F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216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B915FE" w:rsidRPr="009C54AE" w:rsidRDefault="00B915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B915FE" w:rsidRPr="009C54AE" w14:paraId="2334054F" w14:textId="77777777" w:rsidTr="009C4F80">
        <w:tc>
          <w:tcPr>
            <w:tcW w:w="2694" w:type="dxa"/>
            <w:vAlign w:val="center"/>
          </w:tcPr>
          <w:p w14:paraId="448A1CED" w14:textId="77777777" w:rsidR="00B915FE" w:rsidRPr="0094216A" w:rsidRDefault="00B915F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216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3B687EC" w14:textId="77777777" w:rsidR="00B915FE" w:rsidRPr="009C54AE" w:rsidRDefault="00B915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B915FE" w:rsidRPr="009C54AE" w14:paraId="3A488BE5" w14:textId="77777777" w:rsidTr="009C4F80">
        <w:tc>
          <w:tcPr>
            <w:tcW w:w="2694" w:type="dxa"/>
            <w:vAlign w:val="center"/>
          </w:tcPr>
          <w:p w14:paraId="04C0481C" w14:textId="77777777" w:rsidR="00B915FE" w:rsidRPr="0094216A" w:rsidRDefault="00B915F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216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0F25AB5C" w:rsidR="00B915FE" w:rsidRPr="009C54AE" w:rsidRDefault="5A9300D3" w:rsidP="61AA9F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1AA9FBA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F2B48" w:rsidRPr="61AA9FB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B915FE" w:rsidRPr="009C54AE" w14:paraId="18E4151E" w14:textId="77777777" w:rsidTr="009C4F80">
        <w:tc>
          <w:tcPr>
            <w:tcW w:w="2694" w:type="dxa"/>
            <w:vAlign w:val="center"/>
          </w:tcPr>
          <w:p w14:paraId="7C3992E0" w14:textId="77777777" w:rsidR="00B915FE" w:rsidRPr="0094216A" w:rsidRDefault="00B915F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216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F4A1ED" w14:textId="77777777" w:rsidR="00B915FE" w:rsidRPr="009C54AE" w:rsidRDefault="008D44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F2B4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915FE" w:rsidRPr="009C54AE" w14:paraId="4B15CC53" w14:textId="77777777" w:rsidTr="009C4F80">
        <w:tc>
          <w:tcPr>
            <w:tcW w:w="2694" w:type="dxa"/>
            <w:vAlign w:val="center"/>
          </w:tcPr>
          <w:p w14:paraId="47AAF248" w14:textId="77777777" w:rsidR="00B915FE" w:rsidRPr="0094216A" w:rsidRDefault="00B915F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216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1D20800" w14:textId="77777777" w:rsidR="00B915FE" w:rsidRPr="009C54AE" w:rsidRDefault="00B915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I/I</w:t>
            </w:r>
          </w:p>
        </w:tc>
      </w:tr>
      <w:tr w:rsidR="00B915FE" w:rsidRPr="009C54AE" w14:paraId="69EA273B" w14:textId="77777777" w:rsidTr="009C4F80">
        <w:tc>
          <w:tcPr>
            <w:tcW w:w="2694" w:type="dxa"/>
            <w:vAlign w:val="center"/>
          </w:tcPr>
          <w:p w14:paraId="5863A118" w14:textId="77777777" w:rsidR="00B915FE" w:rsidRPr="0094216A" w:rsidRDefault="00B915F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216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065D86" w14:textId="77777777" w:rsidR="00B915FE" w:rsidRPr="009C54AE" w:rsidRDefault="00DF2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B915FE" w:rsidRPr="009C54AE" w14:paraId="26EB6C12" w14:textId="77777777" w:rsidTr="009C4F80">
        <w:tc>
          <w:tcPr>
            <w:tcW w:w="2694" w:type="dxa"/>
            <w:vAlign w:val="center"/>
          </w:tcPr>
          <w:p w14:paraId="13A990D4" w14:textId="77777777" w:rsidR="00B915FE" w:rsidRPr="0094216A" w:rsidRDefault="00B915F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216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B915FE" w:rsidRPr="009C54AE" w:rsidRDefault="00DF2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915F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915FE" w:rsidRPr="009C54AE" w14:paraId="6E7E6546" w14:textId="77777777" w:rsidTr="009C4F80">
        <w:tc>
          <w:tcPr>
            <w:tcW w:w="2694" w:type="dxa"/>
            <w:vAlign w:val="center"/>
          </w:tcPr>
          <w:p w14:paraId="69C2AF6E" w14:textId="77777777" w:rsidR="00B915FE" w:rsidRPr="0094216A" w:rsidRDefault="00B915F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216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7D6BAA" w14:textId="6271CA37" w:rsidR="00B915FE" w:rsidRPr="009C54AE" w:rsidRDefault="008C13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Sabina Rejman, prof. UR</w:t>
            </w:r>
          </w:p>
        </w:tc>
      </w:tr>
      <w:tr w:rsidR="00B915FE" w:rsidRPr="009C54AE" w14:paraId="726E33C9" w14:textId="77777777" w:rsidTr="009C4F80">
        <w:tc>
          <w:tcPr>
            <w:tcW w:w="2694" w:type="dxa"/>
            <w:vAlign w:val="center"/>
          </w:tcPr>
          <w:p w14:paraId="471FE442" w14:textId="77777777" w:rsidR="00B915FE" w:rsidRPr="0094216A" w:rsidRDefault="00B915F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216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C6BFEA2" w14:textId="55BF3B24" w:rsidR="00B915FE" w:rsidRPr="009C54AE" w:rsidRDefault="00DF2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C13FE">
              <w:rPr>
                <w:rFonts w:ascii="Corbel" w:hAnsi="Corbel"/>
                <w:b w:val="0"/>
                <w:sz w:val="24"/>
                <w:szCs w:val="24"/>
              </w:rPr>
              <w:t>hab. Sabina Rejman, prof. UR</w:t>
            </w:r>
          </w:p>
        </w:tc>
      </w:tr>
    </w:tbl>
    <w:p w14:paraId="57A64E18" w14:textId="77777777" w:rsidR="00B915FE" w:rsidRPr="009C54AE" w:rsidRDefault="00B915FE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B915FE" w:rsidRPr="009C54AE" w:rsidRDefault="00B915FE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B915FE" w:rsidRPr="009C54AE" w:rsidRDefault="00B915FE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B915FE" w:rsidRPr="009C54AE" w:rsidRDefault="00B915FE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85"/>
        <w:gridCol w:w="885"/>
        <w:gridCol w:w="680"/>
        <w:gridCol w:w="990"/>
        <w:gridCol w:w="810"/>
        <w:gridCol w:w="795"/>
        <w:gridCol w:w="641"/>
        <w:gridCol w:w="948"/>
        <w:gridCol w:w="1189"/>
        <w:gridCol w:w="1505"/>
      </w:tblGrid>
      <w:tr w:rsidR="00B915FE" w:rsidRPr="009C54AE" w14:paraId="4A00F406" w14:textId="77777777" w:rsidTr="61AA9FBA">
        <w:tc>
          <w:tcPr>
            <w:tcW w:w="1185" w:type="dxa"/>
          </w:tcPr>
          <w:p w14:paraId="493A0CA5" w14:textId="77777777" w:rsidR="00B915FE" w:rsidRPr="0094216A" w:rsidRDefault="00B915F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94216A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64C63F33" w14:textId="77777777" w:rsidR="00B915FE" w:rsidRPr="0094216A" w:rsidRDefault="00B915F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94216A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885" w:type="dxa"/>
            <w:vAlign w:val="center"/>
          </w:tcPr>
          <w:p w14:paraId="3860AB22" w14:textId="77777777" w:rsidR="00B915FE" w:rsidRPr="0094216A" w:rsidRDefault="00B915F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94216A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680" w:type="dxa"/>
            <w:vAlign w:val="center"/>
          </w:tcPr>
          <w:p w14:paraId="646F369B" w14:textId="77777777" w:rsidR="00B915FE" w:rsidRPr="0094216A" w:rsidRDefault="00B915F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94216A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990" w:type="dxa"/>
            <w:vAlign w:val="center"/>
          </w:tcPr>
          <w:p w14:paraId="409DDADA" w14:textId="77777777" w:rsidR="00B915FE" w:rsidRPr="0094216A" w:rsidRDefault="00B915F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94216A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0" w:type="dxa"/>
            <w:vAlign w:val="center"/>
          </w:tcPr>
          <w:p w14:paraId="0AB6E05A" w14:textId="77777777" w:rsidR="00B915FE" w:rsidRPr="0094216A" w:rsidRDefault="00B915F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94216A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795" w:type="dxa"/>
            <w:vAlign w:val="center"/>
          </w:tcPr>
          <w:p w14:paraId="0B273B9D" w14:textId="77777777" w:rsidR="00B915FE" w:rsidRPr="0094216A" w:rsidRDefault="00B915F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94216A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641" w:type="dxa"/>
            <w:vAlign w:val="center"/>
          </w:tcPr>
          <w:p w14:paraId="63A8E3D2" w14:textId="77777777" w:rsidR="00B915FE" w:rsidRPr="0094216A" w:rsidRDefault="00B915F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94216A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8" w:type="dxa"/>
            <w:vAlign w:val="center"/>
          </w:tcPr>
          <w:p w14:paraId="69FA399F" w14:textId="77777777" w:rsidR="00B915FE" w:rsidRPr="0094216A" w:rsidRDefault="00B915F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94216A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189" w:type="dxa"/>
            <w:vAlign w:val="center"/>
          </w:tcPr>
          <w:p w14:paraId="5B5B1B43" w14:textId="77777777" w:rsidR="00B915FE" w:rsidRPr="0094216A" w:rsidRDefault="00B915F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94216A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05" w:type="dxa"/>
            <w:vAlign w:val="center"/>
          </w:tcPr>
          <w:p w14:paraId="7474E17E" w14:textId="77777777" w:rsidR="00B915FE" w:rsidRPr="0094216A" w:rsidRDefault="00B915F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94216A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B915FE" w:rsidRPr="009C54AE" w14:paraId="33931789" w14:textId="77777777" w:rsidTr="61AA9FBA">
        <w:trPr>
          <w:trHeight w:val="453"/>
        </w:trPr>
        <w:tc>
          <w:tcPr>
            <w:tcW w:w="1185" w:type="dxa"/>
          </w:tcPr>
          <w:p w14:paraId="2906B3E5" w14:textId="77777777" w:rsidR="00B915FE" w:rsidRPr="009C54AE" w:rsidRDefault="00B915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885" w:type="dxa"/>
            <w:vAlign w:val="center"/>
          </w:tcPr>
          <w:p w14:paraId="02EB378F" w14:textId="77777777" w:rsidR="00B915FE" w:rsidRPr="009C54AE" w:rsidRDefault="00B915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14:paraId="5007C906" w14:textId="77777777" w:rsidR="00B915FE" w:rsidRPr="009C54AE" w:rsidRDefault="008D44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990" w:type="dxa"/>
            <w:vAlign w:val="center"/>
          </w:tcPr>
          <w:p w14:paraId="6A05A809" w14:textId="77777777" w:rsidR="00B915FE" w:rsidRPr="009C54AE" w:rsidRDefault="00B915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5A39BBE3" w14:textId="77777777" w:rsidR="00B915FE" w:rsidRPr="009C54AE" w:rsidRDefault="00B915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vAlign w:val="center"/>
          </w:tcPr>
          <w:p w14:paraId="41C8F396" w14:textId="77777777" w:rsidR="00B915FE" w:rsidRPr="009C54AE" w:rsidRDefault="00B915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41" w:type="dxa"/>
            <w:vAlign w:val="center"/>
          </w:tcPr>
          <w:p w14:paraId="72A3D3EC" w14:textId="77777777" w:rsidR="00B915FE" w:rsidRPr="009C54AE" w:rsidRDefault="00B915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0D0B940D" w14:textId="77777777" w:rsidR="00B915FE" w:rsidRPr="009C54AE" w:rsidRDefault="00B915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14:paraId="0E27B00A" w14:textId="77777777" w:rsidR="00B915FE" w:rsidRPr="009C54AE" w:rsidRDefault="00B915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14:paraId="5FCD5EC4" w14:textId="77777777" w:rsidR="00B915FE" w:rsidRPr="009C54AE" w:rsidRDefault="00B915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DDBEF00" w14:textId="77777777" w:rsidR="00B915FE" w:rsidRPr="009C54AE" w:rsidRDefault="00B915FE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B915FE" w:rsidRPr="009C54AE" w:rsidRDefault="00B915F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1988DE1" w14:textId="1ED2F6DE" w:rsidR="00B915FE" w:rsidRPr="009C54AE" w:rsidRDefault="025F336F" w:rsidP="61AA9FBA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61AA9FBA">
        <w:rPr>
          <w:rFonts w:ascii="MS Gothic" w:eastAsia="MS Gothic" w:hAnsi="MS Gothic" w:cs="MS Gothic"/>
          <w:b w:val="0"/>
        </w:rPr>
        <w:t xml:space="preserve"> </w:t>
      </w:r>
      <w:r w:rsidR="00B915FE" w:rsidRPr="61AA9FBA">
        <w:rPr>
          <w:rFonts w:ascii="MS Gothic" w:eastAsia="MS Gothic" w:hAnsi="MS Gothic" w:cs="MS Gothic"/>
          <w:b w:val="0"/>
        </w:rPr>
        <w:t>x</w:t>
      </w:r>
      <w:r w:rsidR="00B915FE" w:rsidRPr="61AA9FBA">
        <w:rPr>
          <w:rFonts w:ascii="Corbel" w:hAnsi="Corbel"/>
          <w:b w:val="0"/>
          <w:smallCaps w:val="0"/>
        </w:rPr>
        <w:t xml:space="preserve"> zajęcia w formie tradycyjnej </w:t>
      </w:r>
    </w:p>
    <w:p w14:paraId="386692D9" w14:textId="77777777" w:rsidR="00B915FE" w:rsidRPr="009C54AE" w:rsidRDefault="00B915F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61D779" w14:textId="77777777" w:rsidR="00B915FE" w:rsidRPr="009C54AE" w:rsidRDefault="00B915F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633352CD" w:rsidR="00B915FE" w:rsidRPr="009C54AE" w:rsidRDefault="00B915FE" w:rsidP="61AA9FB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1AA9FBA">
        <w:rPr>
          <w:rFonts w:ascii="Corbel" w:hAnsi="Corbel"/>
          <w:smallCaps w:val="0"/>
        </w:rPr>
        <w:t xml:space="preserve">1.3 </w:t>
      </w:r>
      <w:r>
        <w:tab/>
      </w:r>
      <w:r w:rsidRPr="61AA9FBA">
        <w:rPr>
          <w:rFonts w:ascii="Corbel" w:hAnsi="Corbel"/>
          <w:smallCaps w:val="0"/>
        </w:rPr>
        <w:t xml:space="preserve">Forma zaliczenia przedmiotu (z toku) </w:t>
      </w:r>
      <w:r w:rsidRPr="61AA9FBA">
        <w:rPr>
          <w:rFonts w:ascii="Corbel" w:hAnsi="Corbel"/>
          <w:b w:val="0"/>
          <w:smallCaps w:val="0"/>
        </w:rPr>
        <w:t>(egzamin, zaliczenie z oceną, zaliczenie bez oceny)</w:t>
      </w:r>
    </w:p>
    <w:p w14:paraId="55D48E7E" w14:textId="77777777" w:rsidR="00B915FE" w:rsidRDefault="00DF2B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F2D8B6" w14:textId="77777777" w:rsidR="00B915FE" w:rsidRDefault="00B915F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B915FE" w:rsidRPr="009C54AE" w:rsidRDefault="00B915FE" w:rsidP="1499B71A">
      <w:pPr>
        <w:pStyle w:val="Punktygwne"/>
        <w:spacing w:before="0" w:after="0"/>
        <w:rPr>
          <w:rFonts w:ascii="Corbel" w:hAnsi="Corbel"/>
        </w:rPr>
      </w:pPr>
      <w:r w:rsidRPr="1499B71A">
        <w:rPr>
          <w:rFonts w:ascii="Corbel" w:hAnsi="Corbel"/>
        </w:rPr>
        <w:t xml:space="preserve">2.Wymagania wstępne </w:t>
      </w:r>
    </w:p>
    <w:p w14:paraId="19E130EB" w14:textId="3A2F5084" w:rsidR="1499B71A" w:rsidRDefault="1499B71A" w:rsidP="1499B71A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B915FE" w:rsidRPr="009C54AE" w14:paraId="6DD1B76A" w14:textId="77777777" w:rsidTr="61AA9FBA">
        <w:tc>
          <w:tcPr>
            <w:tcW w:w="9670" w:type="dxa"/>
          </w:tcPr>
          <w:p w14:paraId="1EFE3186" w14:textId="77777777" w:rsidR="00B915FE" w:rsidRPr="009C54AE" w:rsidRDefault="00B915F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1FC39945" w14:textId="77777777" w:rsidR="00B915FE" w:rsidRDefault="00B915F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319B77" w14:textId="57560731" w:rsidR="61AA9FBA" w:rsidRDefault="61AA9FBA" w:rsidP="61AA9FBA">
      <w:pPr>
        <w:pStyle w:val="Punktygwne"/>
        <w:spacing w:before="0" w:after="0"/>
        <w:rPr>
          <w:rFonts w:ascii="Corbel" w:hAnsi="Corbel"/>
        </w:rPr>
      </w:pPr>
    </w:p>
    <w:p w14:paraId="0395A03B" w14:textId="07E45ED6" w:rsidR="61AA9FBA" w:rsidRDefault="61AA9FBA" w:rsidP="61AA9FBA">
      <w:pPr>
        <w:pStyle w:val="Punktygwne"/>
        <w:spacing w:before="0" w:after="0"/>
        <w:rPr>
          <w:rFonts w:ascii="Corbel" w:hAnsi="Corbel"/>
        </w:rPr>
      </w:pPr>
    </w:p>
    <w:p w14:paraId="1A3667F0" w14:textId="409E54DA" w:rsidR="61AA9FBA" w:rsidRDefault="61AA9FBA" w:rsidP="61AA9FBA">
      <w:pPr>
        <w:pStyle w:val="Punktygwne"/>
        <w:spacing w:before="0" w:after="0"/>
        <w:rPr>
          <w:rFonts w:ascii="Corbel" w:hAnsi="Corbel"/>
        </w:rPr>
      </w:pPr>
    </w:p>
    <w:p w14:paraId="7DB6D4EE" w14:textId="0631631A" w:rsidR="00B915FE" w:rsidRPr="00C05F44" w:rsidRDefault="00B915FE" w:rsidP="61AA9FBA">
      <w:pPr>
        <w:pStyle w:val="Punktygwne"/>
        <w:spacing w:before="0" w:after="0"/>
        <w:rPr>
          <w:rFonts w:ascii="Corbel" w:hAnsi="Corbel"/>
        </w:rPr>
      </w:pPr>
      <w:r w:rsidRPr="61AA9FBA">
        <w:rPr>
          <w:rFonts w:ascii="Corbel" w:hAnsi="Corbel"/>
        </w:rPr>
        <w:lastRenderedPageBreak/>
        <w:t>3. cele, efekty uczenia się, treści Programowe i stosowane metody Dydaktyczne</w:t>
      </w:r>
    </w:p>
    <w:p w14:paraId="0562CB0E" w14:textId="77777777" w:rsidR="00B915FE" w:rsidRPr="00C05F44" w:rsidRDefault="00B915F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B915FE" w:rsidRDefault="00B915FE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4CE0A41" w14:textId="77777777" w:rsidR="00B915FE" w:rsidRPr="009C54AE" w:rsidRDefault="00B915FE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3"/>
        <w:gridCol w:w="8677"/>
      </w:tblGrid>
      <w:tr w:rsidR="00B915FE" w:rsidRPr="009C54AE" w14:paraId="2EAC5CB2" w14:textId="77777777" w:rsidTr="1499B71A">
        <w:tc>
          <w:tcPr>
            <w:tcW w:w="851" w:type="dxa"/>
            <w:vAlign w:val="center"/>
          </w:tcPr>
          <w:p w14:paraId="5372B5A4" w14:textId="77777777" w:rsidR="00B915FE" w:rsidRPr="0094216A" w:rsidRDefault="00B915F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4216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24C2284" w14:textId="381CC447" w:rsidR="00B915FE" w:rsidRPr="00A5300B" w:rsidRDefault="00B915FE" w:rsidP="61AA9FB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61AA9FBA">
              <w:rPr>
                <w:rFonts w:ascii="Corbel" w:hAnsi="Corbel"/>
                <w:b w:val="0"/>
                <w:sz w:val="24"/>
                <w:szCs w:val="24"/>
              </w:rPr>
              <w:t>Zapoznanie studentów z aktualną sytuacją demograficzną i jej zróżnicowan</w:t>
            </w:r>
            <w:r w:rsidR="230CC0D6" w:rsidRPr="61AA9FBA">
              <w:rPr>
                <w:rFonts w:ascii="Corbel" w:hAnsi="Corbel"/>
                <w:b w:val="0"/>
                <w:sz w:val="24"/>
                <w:szCs w:val="24"/>
              </w:rPr>
              <w:t>iem</w:t>
            </w:r>
          </w:p>
        </w:tc>
      </w:tr>
      <w:tr w:rsidR="00B915FE" w:rsidRPr="009C54AE" w14:paraId="4DE28DE7" w14:textId="77777777" w:rsidTr="1499B71A">
        <w:tc>
          <w:tcPr>
            <w:tcW w:w="851" w:type="dxa"/>
            <w:vAlign w:val="center"/>
          </w:tcPr>
          <w:p w14:paraId="550CF7E8" w14:textId="77777777" w:rsidR="00B915FE" w:rsidRPr="0094216A" w:rsidRDefault="00B915F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3D956B8" w14:textId="77310FBD" w:rsidR="00B915FE" w:rsidRPr="00A5300B" w:rsidRDefault="00B915FE" w:rsidP="61AA9FB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1499B71A">
              <w:rPr>
                <w:rFonts w:ascii="Corbel" w:hAnsi="Corbel"/>
                <w:b w:val="0"/>
                <w:sz w:val="24"/>
                <w:szCs w:val="24"/>
              </w:rPr>
              <w:t>Zapoznanie studentów ze specyfiką problemów ludnościowych w poszczególnych krajach i regionach świata oraz ich kulturowych, społecznych, politycznych i</w:t>
            </w:r>
            <w:r w:rsidR="5ECA8A4F" w:rsidRPr="1499B7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1499B71A">
              <w:rPr>
                <w:rFonts w:ascii="Corbel" w:hAnsi="Corbel"/>
                <w:b w:val="0"/>
                <w:sz w:val="24"/>
                <w:szCs w:val="24"/>
              </w:rPr>
              <w:t>ekonomicznych uwarunkowań</w:t>
            </w:r>
          </w:p>
        </w:tc>
      </w:tr>
      <w:tr w:rsidR="00B915FE" w:rsidRPr="009C54AE" w14:paraId="0A8F20B2" w14:textId="77777777" w:rsidTr="1499B71A">
        <w:tc>
          <w:tcPr>
            <w:tcW w:w="851" w:type="dxa"/>
            <w:vAlign w:val="center"/>
          </w:tcPr>
          <w:p w14:paraId="53C0B3C4" w14:textId="77777777" w:rsidR="00B915FE" w:rsidRPr="0094216A" w:rsidRDefault="00B915F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F8B049A" w14:textId="1758F998" w:rsidR="00B915FE" w:rsidRPr="0045037B" w:rsidRDefault="00B915FE" w:rsidP="61AA9FB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1499B71A">
              <w:rPr>
                <w:rFonts w:ascii="Corbel" w:hAnsi="Corbel"/>
                <w:b w:val="0"/>
                <w:sz w:val="24"/>
                <w:szCs w:val="24"/>
              </w:rPr>
              <w:t>Ukazanie istoty procesów społecznych i ekonomicznych powiązanych z obecną i</w:t>
            </w:r>
            <w:r w:rsidR="4C53A619" w:rsidRPr="1499B7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1499B71A">
              <w:rPr>
                <w:rFonts w:ascii="Corbel" w:hAnsi="Corbel"/>
                <w:b w:val="0"/>
                <w:sz w:val="24"/>
                <w:szCs w:val="24"/>
              </w:rPr>
              <w:t>przyszłą sytuacją demograficzną i jej wpływu na stosunki międzynarodowe</w:t>
            </w:r>
          </w:p>
        </w:tc>
      </w:tr>
    </w:tbl>
    <w:p w14:paraId="62EBF3C5" w14:textId="77777777" w:rsidR="00B915FE" w:rsidRPr="009C54AE" w:rsidRDefault="00B915FE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B915FE" w:rsidRPr="009C54AE" w:rsidRDefault="00B915FE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D98A12B" w14:textId="77777777" w:rsidR="00B915FE" w:rsidRPr="009C54AE" w:rsidRDefault="00B915F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0"/>
        <w:gridCol w:w="5975"/>
        <w:gridCol w:w="1865"/>
      </w:tblGrid>
      <w:tr w:rsidR="00B915FE" w:rsidRPr="009C54AE" w14:paraId="61F38664" w14:textId="77777777" w:rsidTr="1499B71A">
        <w:tc>
          <w:tcPr>
            <w:tcW w:w="1701" w:type="dxa"/>
            <w:vAlign w:val="center"/>
          </w:tcPr>
          <w:p w14:paraId="41C145ED" w14:textId="77777777" w:rsidR="00B915FE" w:rsidRPr="009C54AE" w:rsidRDefault="00B915F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B915FE" w:rsidRPr="009C54AE" w:rsidRDefault="00B915F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B915FE" w:rsidRPr="009C54AE" w:rsidRDefault="00B915F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915FE" w:rsidRPr="009C54AE" w14:paraId="755D7B34" w14:textId="77777777" w:rsidTr="1499B71A">
        <w:tc>
          <w:tcPr>
            <w:tcW w:w="1701" w:type="dxa"/>
          </w:tcPr>
          <w:p w14:paraId="4FCA5964" w14:textId="77777777" w:rsidR="00B915FE" w:rsidRPr="009C54AE" w:rsidRDefault="00B915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8EEA065" w14:textId="3FB5A622" w:rsidR="00B915FE" w:rsidRPr="0045037B" w:rsidRDefault="00B915FE" w:rsidP="61AA9F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1AA9FBA">
              <w:rPr>
                <w:rFonts w:ascii="Corbel" w:hAnsi="Corbel"/>
                <w:b w:val="0"/>
                <w:smallCaps w:val="0"/>
              </w:rPr>
              <w:t>Student posiada wiedzę na temat podstawowych sposobów identyfikacji procesów demograficznych oraz wyzwań współczesnej demografii</w:t>
            </w:r>
          </w:p>
        </w:tc>
        <w:tc>
          <w:tcPr>
            <w:tcW w:w="1873" w:type="dxa"/>
          </w:tcPr>
          <w:p w14:paraId="5CED0572" w14:textId="6A8C9326" w:rsidR="00B915FE" w:rsidRPr="009C54AE" w:rsidRDefault="00B915FE" w:rsidP="61AA9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1AA9FBA">
              <w:rPr>
                <w:rFonts w:ascii="Corbel" w:hAnsi="Corbel"/>
                <w:b w:val="0"/>
                <w:smallCaps w:val="0"/>
              </w:rPr>
              <w:t>K</w:t>
            </w:r>
            <w:r w:rsidR="2A81CF47" w:rsidRPr="61AA9FBA">
              <w:rPr>
                <w:rFonts w:ascii="Corbel" w:hAnsi="Corbel"/>
                <w:b w:val="0"/>
                <w:smallCaps w:val="0"/>
              </w:rPr>
              <w:t>_</w:t>
            </w:r>
            <w:r w:rsidRPr="61AA9FBA">
              <w:rPr>
                <w:rFonts w:ascii="Corbel" w:hAnsi="Corbel"/>
                <w:b w:val="0"/>
                <w:smallCaps w:val="0"/>
              </w:rPr>
              <w:t>W06</w:t>
            </w:r>
          </w:p>
        </w:tc>
      </w:tr>
      <w:tr w:rsidR="00B915FE" w:rsidRPr="009C54AE" w14:paraId="0CEA225D" w14:textId="77777777" w:rsidTr="1499B71A">
        <w:tc>
          <w:tcPr>
            <w:tcW w:w="1701" w:type="dxa"/>
          </w:tcPr>
          <w:p w14:paraId="56A76B19" w14:textId="77777777" w:rsidR="00B915FE" w:rsidRPr="009C54AE" w:rsidRDefault="00B915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D608BEC" w14:textId="1C8EFD7B" w:rsidR="00B915FE" w:rsidRPr="0045037B" w:rsidRDefault="00B915FE" w:rsidP="1499B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499B71A">
              <w:rPr>
                <w:rFonts w:ascii="Corbel" w:hAnsi="Corbel"/>
                <w:b w:val="0"/>
                <w:smallCaps w:val="0"/>
              </w:rPr>
              <w:t>Student rozumie procesy demograficzne i ich znaczenie dla perspektyw rozwojowych poszczególnych regionów i</w:t>
            </w:r>
            <w:r w:rsidR="0804AB5E" w:rsidRPr="1499B71A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499B71A">
              <w:rPr>
                <w:rFonts w:ascii="Corbel" w:hAnsi="Corbel"/>
                <w:b w:val="0"/>
                <w:smallCaps w:val="0"/>
              </w:rPr>
              <w:t>świata</w:t>
            </w:r>
          </w:p>
        </w:tc>
        <w:tc>
          <w:tcPr>
            <w:tcW w:w="1873" w:type="dxa"/>
          </w:tcPr>
          <w:p w14:paraId="504907E4" w14:textId="56FE78EB" w:rsidR="00B915FE" w:rsidRPr="009C54AE" w:rsidRDefault="00B915FE" w:rsidP="61AA9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1AA9FBA">
              <w:rPr>
                <w:rFonts w:ascii="Corbel" w:hAnsi="Corbel"/>
                <w:b w:val="0"/>
                <w:smallCaps w:val="0"/>
              </w:rPr>
              <w:t>K</w:t>
            </w:r>
            <w:r w:rsidR="220949D0" w:rsidRPr="61AA9FBA">
              <w:rPr>
                <w:rFonts w:ascii="Corbel" w:hAnsi="Corbel"/>
                <w:b w:val="0"/>
                <w:smallCaps w:val="0"/>
              </w:rPr>
              <w:t>_</w:t>
            </w:r>
            <w:r w:rsidRPr="61AA9FBA">
              <w:rPr>
                <w:rFonts w:ascii="Corbel" w:hAnsi="Corbel"/>
                <w:b w:val="0"/>
                <w:smallCaps w:val="0"/>
              </w:rPr>
              <w:t>U02</w:t>
            </w:r>
          </w:p>
        </w:tc>
      </w:tr>
      <w:tr w:rsidR="00B915FE" w:rsidRPr="009C54AE" w14:paraId="0106478F" w14:textId="77777777" w:rsidTr="1499B71A">
        <w:tc>
          <w:tcPr>
            <w:tcW w:w="1701" w:type="dxa"/>
          </w:tcPr>
          <w:p w14:paraId="41960800" w14:textId="77777777" w:rsidR="00B915FE" w:rsidRPr="009C54AE" w:rsidRDefault="00B915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5DAA869" w14:textId="3F045B7C" w:rsidR="00B915FE" w:rsidRPr="00A1501D" w:rsidRDefault="00B915FE" w:rsidP="1499B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499B71A">
              <w:rPr>
                <w:rFonts w:ascii="Corbel" w:hAnsi="Corbel"/>
                <w:b w:val="0"/>
                <w:smallCaps w:val="0"/>
              </w:rPr>
              <w:t>Potrafi scharakteryzować uwarunkowania społeczne i</w:t>
            </w:r>
            <w:r w:rsidR="10C0A650" w:rsidRPr="1499B71A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499B71A">
              <w:rPr>
                <w:rFonts w:ascii="Corbel" w:hAnsi="Corbel"/>
                <w:b w:val="0"/>
                <w:smallCaps w:val="0"/>
              </w:rPr>
              <w:t>ekonomiczne występujących procesów ludnościowych na świecie</w:t>
            </w:r>
          </w:p>
        </w:tc>
        <w:tc>
          <w:tcPr>
            <w:tcW w:w="1873" w:type="dxa"/>
          </w:tcPr>
          <w:p w14:paraId="65EEA699" w14:textId="41170D01" w:rsidR="00B915FE" w:rsidRPr="009C54AE" w:rsidRDefault="00B915FE" w:rsidP="61AA9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1AA9FBA">
              <w:rPr>
                <w:rFonts w:ascii="Corbel" w:hAnsi="Corbel"/>
                <w:b w:val="0"/>
                <w:smallCaps w:val="0"/>
              </w:rPr>
              <w:t>K</w:t>
            </w:r>
            <w:r w:rsidR="24BBC5F2" w:rsidRPr="61AA9FBA">
              <w:rPr>
                <w:rFonts w:ascii="Corbel" w:hAnsi="Corbel"/>
                <w:b w:val="0"/>
                <w:smallCaps w:val="0"/>
              </w:rPr>
              <w:t>_</w:t>
            </w:r>
            <w:r w:rsidRPr="61AA9FBA">
              <w:rPr>
                <w:rFonts w:ascii="Corbel" w:hAnsi="Corbel"/>
                <w:b w:val="0"/>
                <w:smallCaps w:val="0"/>
              </w:rPr>
              <w:t>U03</w:t>
            </w:r>
          </w:p>
        </w:tc>
      </w:tr>
    </w:tbl>
    <w:p w14:paraId="2946DB82" w14:textId="77777777" w:rsidR="00B915FE" w:rsidRPr="009C54AE" w:rsidRDefault="00B915F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B915FE" w:rsidRPr="009C54AE" w:rsidRDefault="00B915F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B915FE" w:rsidRPr="009C54AE" w:rsidRDefault="00B915FE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61AA9FB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B915FE" w:rsidRPr="009C54AE" w14:paraId="587EA2A8" w14:textId="77777777" w:rsidTr="61AA9FBA">
        <w:tc>
          <w:tcPr>
            <w:tcW w:w="9639" w:type="dxa"/>
          </w:tcPr>
          <w:p w14:paraId="35113026" w14:textId="77777777" w:rsidR="00B915FE" w:rsidRPr="009C54AE" w:rsidRDefault="00B915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915FE" w:rsidRPr="009C54AE" w14:paraId="110FFD37" w14:textId="77777777" w:rsidTr="61AA9FBA">
        <w:tc>
          <w:tcPr>
            <w:tcW w:w="9639" w:type="dxa"/>
          </w:tcPr>
          <w:p w14:paraId="6B699379" w14:textId="63B8EC82" w:rsidR="00B915FE" w:rsidRPr="009C54AE" w:rsidRDefault="08302E2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61AA9FBA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BB9E253" w14:textId="77777777" w:rsidR="00B915FE" w:rsidRPr="009C54AE" w:rsidRDefault="00B915F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B915FE" w:rsidRPr="009C54AE" w:rsidRDefault="00B915FE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1AA9FBA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B915FE" w:rsidRPr="009C54AE" w14:paraId="55225495" w14:textId="77777777" w:rsidTr="00923D7D">
        <w:tc>
          <w:tcPr>
            <w:tcW w:w="9639" w:type="dxa"/>
          </w:tcPr>
          <w:p w14:paraId="5D69D229" w14:textId="77777777" w:rsidR="00B915FE" w:rsidRPr="009C54AE" w:rsidRDefault="00B915FE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915FE" w:rsidRPr="009C54AE" w14:paraId="0EB7A198" w14:textId="77777777" w:rsidTr="00923D7D">
        <w:tc>
          <w:tcPr>
            <w:tcW w:w="9639" w:type="dxa"/>
          </w:tcPr>
          <w:p w14:paraId="1846BB6C" w14:textId="77777777" w:rsidR="00B915FE" w:rsidRPr="009C54AE" w:rsidRDefault="00B915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przedmiotu. Przedstawienie podstawowych definicji i pojęć.</w:t>
            </w:r>
          </w:p>
        </w:tc>
      </w:tr>
      <w:tr w:rsidR="00B915FE" w:rsidRPr="009C54AE" w14:paraId="7EC5638A" w14:textId="77777777" w:rsidTr="00923D7D">
        <w:tc>
          <w:tcPr>
            <w:tcW w:w="9639" w:type="dxa"/>
          </w:tcPr>
          <w:p w14:paraId="72EDB7B7" w14:textId="77777777" w:rsidR="00B915FE" w:rsidRPr="001E17A2" w:rsidRDefault="00B915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7A2">
              <w:rPr>
                <w:rFonts w:ascii="Corbel" w:hAnsi="Corbel"/>
                <w:sz w:val="24"/>
                <w:szCs w:val="24"/>
              </w:rPr>
              <w:t>Znaczenie procesów demograficznych w ujęciu historycznym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</w:p>
        </w:tc>
      </w:tr>
      <w:tr w:rsidR="00B915FE" w:rsidRPr="009C54AE" w14:paraId="451045D5" w14:textId="77777777" w:rsidTr="00923D7D">
        <w:tc>
          <w:tcPr>
            <w:tcW w:w="9639" w:type="dxa"/>
          </w:tcPr>
          <w:p w14:paraId="28D81B24" w14:textId="77777777" w:rsidR="00B915FE" w:rsidRPr="001E17A2" w:rsidRDefault="00B915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7A2">
              <w:rPr>
                <w:rFonts w:ascii="Corbel" w:hAnsi="Corbel"/>
                <w:sz w:val="24"/>
                <w:szCs w:val="24"/>
              </w:rPr>
              <w:t>Wybrane teorie wzrostu ludności</w:t>
            </w:r>
            <w:r>
              <w:rPr>
                <w:rFonts w:ascii="Corbel" w:hAnsi="Corbel"/>
                <w:sz w:val="24"/>
                <w:szCs w:val="24"/>
              </w:rPr>
              <w:t>, najważniejsze teorie demograficzne, t</w:t>
            </w:r>
            <w:r w:rsidRPr="001E17A2">
              <w:rPr>
                <w:rFonts w:ascii="Corbel" w:hAnsi="Corbel"/>
                <w:sz w:val="24"/>
                <w:szCs w:val="24"/>
              </w:rPr>
              <w:t>eoria przejścia demograficznego</w:t>
            </w:r>
          </w:p>
        </w:tc>
      </w:tr>
      <w:tr w:rsidR="00B915FE" w:rsidRPr="009C54AE" w14:paraId="66F496AD" w14:textId="77777777" w:rsidTr="00923D7D">
        <w:tc>
          <w:tcPr>
            <w:tcW w:w="9639" w:type="dxa"/>
          </w:tcPr>
          <w:p w14:paraId="681BB918" w14:textId="77777777" w:rsidR="00B915FE" w:rsidRPr="001E17A2" w:rsidRDefault="00B915FE" w:rsidP="00413B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struktury demograficznej ludności</w:t>
            </w:r>
            <w:r w:rsidRPr="001E17A2">
              <w:rPr>
                <w:rFonts w:ascii="Corbel" w:hAnsi="Corbel"/>
                <w:sz w:val="24"/>
                <w:szCs w:val="24"/>
              </w:rPr>
              <w:t>. Kategorie narodowe,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17A2">
              <w:rPr>
                <w:rFonts w:ascii="Corbel" w:hAnsi="Corbel"/>
                <w:sz w:val="24"/>
                <w:szCs w:val="24"/>
              </w:rPr>
              <w:t>rasowe, religijne. Kryteria i przedziały wiekowe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915FE" w:rsidRPr="009C54AE" w14:paraId="57327305" w14:textId="77777777" w:rsidTr="00923D7D">
        <w:tc>
          <w:tcPr>
            <w:tcW w:w="9639" w:type="dxa"/>
          </w:tcPr>
          <w:p w14:paraId="643B1288" w14:textId="77777777" w:rsidR="00B915FE" w:rsidRPr="001E17A2" w:rsidRDefault="00B915FE" w:rsidP="001E17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7A2">
              <w:rPr>
                <w:rFonts w:ascii="Corbel" w:hAnsi="Corbel"/>
                <w:sz w:val="24"/>
                <w:szCs w:val="24"/>
              </w:rPr>
              <w:t>Procesy demograficzne w Polsce. Liczba ludności, tempo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17A2">
              <w:rPr>
                <w:rFonts w:ascii="Corbel" w:hAnsi="Corbel"/>
                <w:sz w:val="24"/>
                <w:szCs w:val="24"/>
              </w:rPr>
              <w:t xml:space="preserve">przyrostu naturalnego, </w:t>
            </w:r>
            <w:r>
              <w:rPr>
                <w:rFonts w:ascii="Corbel" w:hAnsi="Corbel"/>
                <w:sz w:val="24"/>
                <w:szCs w:val="24"/>
              </w:rPr>
              <w:t xml:space="preserve">dynamika </w:t>
            </w:r>
            <w:r w:rsidRPr="001E17A2">
              <w:rPr>
                <w:rFonts w:ascii="Corbel" w:hAnsi="Corbel"/>
                <w:sz w:val="24"/>
                <w:szCs w:val="24"/>
              </w:rPr>
              <w:t>wzrostu liczby ludności,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17A2">
              <w:rPr>
                <w:rFonts w:ascii="Corbel" w:hAnsi="Corbel"/>
                <w:sz w:val="24"/>
                <w:szCs w:val="24"/>
              </w:rPr>
              <w:t>tendencje rozwojowe, porównana międzynarodowe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915FE" w:rsidRPr="009C54AE" w14:paraId="08446F52" w14:textId="77777777" w:rsidTr="00923D7D">
        <w:tc>
          <w:tcPr>
            <w:tcW w:w="9639" w:type="dxa"/>
          </w:tcPr>
          <w:p w14:paraId="006E8F69" w14:textId="77777777" w:rsidR="00B915FE" w:rsidRPr="001E17A2" w:rsidRDefault="00B915FE" w:rsidP="001E17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Urbanizacja i metropolie.</w:t>
            </w:r>
          </w:p>
        </w:tc>
      </w:tr>
      <w:tr w:rsidR="00B915FE" w:rsidRPr="009C54AE" w14:paraId="6DA7BDD5" w14:textId="77777777" w:rsidTr="00923D7D">
        <w:tc>
          <w:tcPr>
            <w:tcW w:w="9639" w:type="dxa"/>
          </w:tcPr>
          <w:p w14:paraId="37A5EE15" w14:textId="77777777" w:rsidR="00B915FE" w:rsidRPr="001E17A2" w:rsidRDefault="00B915FE" w:rsidP="001E17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7A2">
              <w:rPr>
                <w:rFonts w:ascii="Corbel" w:hAnsi="Corbel"/>
                <w:sz w:val="24"/>
                <w:szCs w:val="24"/>
              </w:rPr>
              <w:t>Procesy migracyjne. Migracja i jej rodzaje. Przyczyny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17A2">
              <w:rPr>
                <w:rFonts w:ascii="Corbel" w:hAnsi="Corbel"/>
                <w:sz w:val="24"/>
                <w:szCs w:val="24"/>
              </w:rPr>
              <w:t>migracji. Kierunki migracji. Skutki społeczne i gospodarcze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17A2">
              <w:rPr>
                <w:rFonts w:ascii="Corbel" w:hAnsi="Corbel"/>
                <w:sz w:val="24"/>
                <w:szCs w:val="24"/>
              </w:rPr>
              <w:t>migracji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915FE" w:rsidRPr="009C54AE" w14:paraId="7C230E23" w14:textId="77777777" w:rsidTr="00923D7D">
        <w:tc>
          <w:tcPr>
            <w:tcW w:w="9639" w:type="dxa"/>
          </w:tcPr>
          <w:p w14:paraId="2179C74D" w14:textId="77777777" w:rsidR="00B915FE" w:rsidRPr="00413B04" w:rsidRDefault="00B915FE" w:rsidP="001E17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3B04">
              <w:rPr>
                <w:rFonts w:ascii="Corbel" w:hAnsi="Corbel"/>
                <w:sz w:val="24"/>
                <w:szCs w:val="24"/>
              </w:rPr>
              <w:lastRenderedPageBreak/>
              <w:t>Wpływ czynnika demograficznego na gospodarkę światową, pro</w:t>
            </w:r>
            <w:r>
              <w:rPr>
                <w:rFonts w:ascii="Corbel" w:hAnsi="Corbel"/>
                <w:sz w:val="24"/>
                <w:szCs w:val="24"/>
              </w:rPr>
              <w:t>blem wyżywienia ludności świata</w:t>
            </w:r>
            <w:r w:rsidRPr="00413B04">
              <w:rPr>
                <w:rFonts w:ascii="Corbel" w:hAnsi="Corbel"/>
                <w:sz w:val="24"/>
                <w:szCs w:val="24"/>
              </w:rPr>
              <w:t>, problemy surowcowo-energetyczne świata.</w:t>
            </w:r>
          </w:p>
        </w:tc>
      </w:tr>
      <w:tr w:rsidR="00B915FE" w:rsidRPr="009C54AE" w14:paraId="2BF6858F" w14:textId="77777777" w:rsidTr="00923D7D">
        <w:tc>
          <w:tcPr>
            <w:tcW w:w="9639" w:type="dxa"/>
          </w:tcPr>
          <w:p w14:paraId="12D0DE4E" w14:textId="77777777" w:rsidR="00B915FE" w:rsidRPr="00413B04" w:rsidRDefault="00B915FE" w:rsidP="001E17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Globalna Północ vs. Globalne Południe</w:t>
            </w:r>
          </w:p>
        </w:tc>
      </w:tr>
      <w:tr w:rsidR="00B915FE" w:rsidRPr="009C54AE" w14:paraId="7A28F17A" w14:textId="77777777" w:rsidTr="00923D7D">
        <w:tc>
          <w:tcPr>
            <w:tcW w:w="9639" w:type="dxa"/>
          </w:tcPr>
          <w:p w14:paraId="01DD9BBB" w14:textId="77777777" w:rsidR="00B915FE" w:rsidRPr="00A1501D" w:rsidRDefault="00B915FE" w:rsidP="001E17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A1501D">
              <w:rPr>
                <w:rFonts w:ascii="Corbel" w:hAnsi="Corbel"/>
                <w:sz w:val="24"/>
                <w:szCs w:val="24"/>
              </w:rPr>
              <w:t>erspektywy rozwoju społeczno-ludnościowego świata</w:t>
            </w:r>
            <w:r>
              <w:rPr>
                <w:rFonts w:ascii="Corbel" w:hAnsi="Corbel"/>
                <w:sz w:val="24"/>
                <w:szCs w:val="24"/>
              </w:rPr>
              <w:t>, z</w:t>
            </w:r>
            <w:r w:rsidRPr="00A1501D">
              <w:rPr>
                <w:rFonts w:ascii="Corbel" w:hAnsi="Corbel"/>
                <w:sz w:val="24"/>
                <w:szCs w:val="24"/>
              </w:rPr>
              <w:t>miany struktur demograficznych i społecznych w Polsce, w Europie i na świecie</w:t>
            </w:r>
          </w:p>
        </w:tc>
      </w:tr>
      <w:tr w:rsidR="00B915FE" w:rsidRPr="009C54AE" w14:paraId="317091FA" w14:textId="77777777" w:rsidTr="00923D7D">
        <w:tc>
          <w:tcPr>
            <w:tcW w:w="9639" w:type="dxa"/>
          </w:tcPr>
          <w:p w14:paraId="0430B566" w14:textId="77777777" w:rsidR="00B915FE" w:rsidRDefault="00B915FE" w:rsidP="001E17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</w:t>
            </w:r>
          </w:p>
        </w:tc>
      </w:tr>
    </w:tbl>
    <w:p w14:paraId="52E56223" w14:textId="77777777" w:rsidR="00B915FE" w:rsidRPr="009C54AE" w:rsidRDefault="00B915F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B915FE" w:rsidRPr="009C54AE" w:rsidRDefault="00B915F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7547A01" w14:textId="77777777" w:rsidR="00B915FE" w:rsidRPr="009C54AE" w:rsidRDefault="00B915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88B78E" w14:textId="77777777" w:rsidR="00B915FE" w:rsidRDefault="00B915FE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</w:t>
      </w:r>
      <w:r w:rsidR="00672980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 w:rsidR="00672980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5043CB0F" w14:textId="77777777" w:rsidR="00B915FE" w:rsidRDefault="00B915F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B915FE" w:rsidRPr="009C54AE" w:rsidRDefault="00B915F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DFB9E20" w14:textId="77777777" w:rsidR="00B915FE" w:rsidRPr="009C54AE" w:rsidRDefault="00B915F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B915FE" w:rsidRPr="009C54AE" w:rsidRDefault="00B915F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0DF9E56" w14:textId="77777777" w:rsidR="00B915FE" w:rsidRPr="009C54AE" w:rsidRDefault="00B915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B915FE" w:rsidRPr="009C54AE" w14:paraId="5C3740EA" w14:textId="77777777" w:rsidTr="61AA9FBA">
        <w:tc>
          <w:tcPr>
            <w:tcW w:w="1985" w:type="dxa"/>
            <w:vAlign w:val="center"/>
          </w:tcPr>
          <w:p w14:paraId="59C1A4F7" w14:textId="77777777" w:rsidR="00B915FE" w:rsidRPr="009C54AE" w:rsidRDefault="00B915F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AC1580F" w14:textId="47245C6B" w:rsidR="00B915FE" w:rsidRPr="009C54AE" w:rsidRDefault="00B915FE" w:rsidP="61AA9F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1AA9FB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65FA85D3" w:rsidRPr="61AA9FB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B915FE" w:rsidRPr="009C54AE" w:rsidRDefault="00B915F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B915FE" w:rsidRPr="009C54AE" w:rsidRDefault="00B915F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B915FE" w:rsidRPr="009C54AE" w:rsidRDefault="00B915F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915FE" w:rsidRPr="009C54AE" w14:paraId="0A4C35E8" w14:textId="77777777" w:rsidTr="61AA9FBA">
        <w:tc>
          <w:tcPr>
            <w:tcW w:w="1985" w:type="dxa"/>
          </w:tcPr>
          <w:p w14:paraId="17368564" w14:textId="77777777" w:rsidR="00B915FE" w:rsidRPr="009C54AE" w:rsidRDefault="00B915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73B85F0" w14:textId="77777777" w:rsidR="00B915FE" w:rsidRPr="00A5300B" w:rsidRDefault="00B915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00B">
              <w:rPr>
                <w:rFonts w:ascii="Corbel" w:hAnsi="Corbel"/>
                <w:b w:val="0"/>
                <w:szCs w:val="24"/>
              </w:rPr>
              <w:t>Kolowium</w:t>
            </w:r>
          </w:p>
        </w:tc>
        <w:tc>
          <w:tcPr>
            <w:tcW w:w="2126" w:type="dxa"/>
          </w:tcPr>
          <w:p w14:paraId="4DAA6B7E" w14:textId="77777777" w:rsidR="00B915FE" w:rsidRPr="009C54AE" w:rsidRDefault="00B915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B915FE" w:rsidRPr="009C54AE" w14:paraId="6DED7B22" w14:textId="77777777" w:rsidTr="61AA9FBA">
        <w:tc>
          <w:tcPr>
            <w:tcW w:w="1985" w:type="dxa"/>
          </w:tcPr>
          <w:p w14:paraId="727CF0E4" w14:textId="77777777" w:rsidR="00B915FE" w:rsidRPr="009C54AE" w:rsidRDefault="00B915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F1EF774" w14:textId="77777777" w:rsidR="00B915FE" w:rsidRPr="009C54AE" w:rsidRDefault="00B915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00B">
              <w:rPr>
                <w:rFonts w:ascii="Corbel" w:hAnsi="Corbel"/>
                <w:b w:val="0"/>
                <w:szCs w:val="24"/>
              </w:rPr>
              <w:t>Kolowium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EA2475A" w14:textId="77777777" w:rsidR="00B915FE" w:rsidRPr="009C54AE" w:rsidRDefault="00B915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B915FE" w:rsidRPr="009C54AE" w14:paraId="683D0FF1" w14:textId="77777777" w:rsidTr="61AA9FBA">
        <w:tc>
          <w:tcPr>
            <w:tcW w:w="1985" w:type="dxa"/>
          </w:tcPr>
          <w:p w14:paraId="002D746F" w14:textId="77777777" w:rsidR="00B915FE" w:rsidRPr="009C54AE" w:rsidRDefault="00B915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5BD73ED" w14:textId="77777777" w:rsidR="00B915FE" w:rsidRPr="009C54AE" w:rsidRDefault="00B915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00B">
              <w:rPr>
                <w:rFonts w:ascii="Corbel" w:hAnsi="Corbel"/>
                <w:b w:val="0"/>
                <w:szCs w:val="24"/>
              </w:rPr>
              <w:t>Kolowium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D339D6C" w14:textId="77777777" w:rsidR="00B915FE" w:rsidRDefault="00B915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44E871BC" w14:textId="77777777" w:rsidR="00B915FE" w:rsidRPr="009C54AE" w:rsidRDefault="00B915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B915FE" w:rsidRPr="009C54AE" w:rsidRDefault="00B915F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44A5D23" w14:textId="77777777" w:rsidR="00B915FE" w:rsidRPr="009C54AE" w:rsidRDefault="00B915F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B915FE" w:rsidRPr="009C54AE" w14:paraId="68A90A8A" w14:textId="77777777" w:rsidTr="00923D7D">
        <w:tc>
          <w:tcPr>
            <w:tcW w:w="9670" w:type="dxa"/>
          </w:tcPr>
          <w:p w14:paraId="738610EB" w14:textId="77777777" w:rsidR="00B915FE" w:rsidRPr="009C54AE" w:rsidRDefault="00B915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AE1DCE6" w14:textId="77777777" w:rsidR="00B915FE" w:rsidRPr="00A5300B" w:rsidRDefault="00B915FE" w:rsidP="00A5300B">
            <w:pPr>
              <w:rPr>
                <w:rFonts w:ascii="Corbel" w:hAnsi="Corbel" w:cs="Arial"/>
              </w:rPr>
            </w:pPr>
            <w:r w:rsidRPr="00A5300B">
              <w:rPr>
                <w:rFonts w:ascii="Corbel" w:hAnsi="Corbel" w:cs="Arial"/>
              </w:rPr>
              <w:t>Przygotowanie do zajęć, aktywność podczas zajęć, aktywność podczas pracy w grupach, uzyskanie pozytywnych ocen z testu</w:t>
            </w:r>
          </w:p>
          <w:p w14:paraId="4A4E8F34" w14:textId="77777777" w:rsidR="00B915FE" w:rsidRPr="00681429" w:rsidRDefault="00B915FE" w:rsidP="00A5300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429">
              <w:rPr>
                <w:rFonts w:ascii="Corbel" w:hAnsi="Corbel"/>
                <w:b w:val="0"/>
                <w:smallCaps w:val="0"/>
                <w:szCs w:val="24"/>
              </w:rPr>
              <w:t>5.0- od 90 do 100% wszystkich punktów</w:t>
            </w:r>
          </w:p>
          <w:p w14:paraId="2577A206" w14:textId="77777777" w:rsidR="00B915FE" w:rsidRPr="00681429" w:rsidRDefault="00B915FE" w:rsidP="00A5300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429">
              <w:rPr>
                <w:rFonts w:ascii="Corbel" w:hAnsi="Corbel"/>
                <w:b w:val="0"/>
                <w:smallCaps w:val="0"/>
                <w:szCs w:val="24"/>
              </w:rPr>
              <w:t>4.5- od 80 do 89% wszystkich punktów</w:t>
            </w:r>
          </w:p>
          <w:p w14:paraId="6361DC1E" w14:textId="77777777" w:rsidR="00B915FE" w:rsidRPr="00681429" w:rsidRDefault="00B915FE" w:rsidP="00A5300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429">
              <w:rPr>
                <w:rFonts w:ascii="Corbel" w:hAnsi="Corbel"/>
                <w:b w:val="0"/>
                <w:smallCaps w:val="0"/>
                <w:szCs w:val="24"/>
              </w:rPr>
              <w:t>4.0- od 75 do 79% wszystkich punktów</w:t>
            </w:r>
          </w:p>
          <w:p w14:paraId="79DBA88F" w14:textId="77777777" w:rsidR="00B915FE" w:rsidRPr="00681429" w:rsidRDefault="00B915FE" w:rsidP="00A5300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429">
              <w:rPr>
                <w:rFonts w:ascii="Corbel" w:hAnsi="Corbel"/>
                <w:b w:val="0"/>
                <w:smallCaps w:val="0"/>
                <w:szCs w:val="24"/>
              </w:rPr>
              <w:t>3.5- od 60 do 69% wszystkich punktów</w:t>
            </w:r>
          </w:p>
          <w:p w14:paraId="6E20EEAA" w14:textId="77777777" w:rsidR="00B915FE" w:rsidRPr="00681429" w:rsidRDefault="00B915FE" w:rsidP="00A5300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429">
              <w:rPr>
                <w:rFonts w:ascii="Corbel" w:hAnsi="Corbel"/>
                <w:b w:val="0"/>
                <w:smallCaps w:val="0"/>
                <w:szCs w:val="24"/>
              </w:rPr>
              <w:t xml:space="preserve">3.0- od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51%</w:t>
            </w:r>
            <w:r w:rsidRPr="00681429">
              <w:rPr>
                <w:rFonts w:ascii="Corbel" w:hAnsi="Corbel"/>
                <w:b w:val="0"/>
                <w:smallCaps w:val="0"/>
                <w:szCs w:val="24"/>
              </w:rPr>
              <w:t xml:space="preserve"> do 59% wszystkich punktów</w:t>
            </w:r>
          </w:p>
          <w:p w14:paraId="0C75D029" w14:textId="77777777" w:rsidR="00B915FE" w:rsidRPr="00681429" w:rsidRDefault="00B915FE" w:rsidP="00A5300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429">
              <w:rPr>
                <w:rFonts w:ascii="Corbel" w:hAnsi="Corbel"/>
                <w:b w:val="0"/>
                <w:smallCaps w:val="0"/>
                <w:szCs w:val="24"/>
              </w:rPr>
              <w:t xml:space="preserve">2.0 mniej niż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681429">
              <w:rPr>
                <w:rFonts w:ascii="Corbel" w:hAnsi="Corbel"/>
                <w:b w:val="0"/>
                <w:smallCaps w:val="0"/>
                <w:szCs w:val="24"/>
              </w:rPr>
              <w:t>% wszystkich punktów</w:t>
            </w:r>
          </w:p>
          <w:p w14:paraId="637805D2" w14:textId="77777777" w:rsidR="00B915FE" w:rsidRPr="009C54AE" w:rsidRDefault="00B915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63F29E8" w14:textId="77777777" w:rsidR="00B915FE" w:rsidRPr="009C54AE" w:rsidRDefault="00B915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B915FE" w:rsidRPr="009C54AE" w:rsidRDefault="00B915F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B7B4B86" w14:textId="77777777" w:rsidR="00B915FE" w:rsidRPr="009C54AE" w:rsidRDefault="00B915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5"/>
        <w:gridCol w:w="4105"/>
      </w:tblGrid>
      <w:tr w:rsidR="00B915FE" w:rsidRPr="009C54AE" w14:paraId="63D9DE79" w14:textId="77777777" w:rsidTr="61AA9FBA">
        <w:tc>
          <w:tcPr>
            <w:tcW w:w="5415" w:type="dxa"/>
            <w:vAlign w:val="center"/>
          </w:tcPr>
          <w:p w14:paraId="4C452BB7" w14:textId="77777777" w:rsidR="00B915FE" w:rsidRPr="009C54AE" w:rsidRDefault="00B915FE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105" w:type="dxa"/>
            <w:vAlign w:val="center"/>
          </w:tcPr>
          <w:p w14:paraId="4BAACCBA" w14:textId="77777777" w:rsidR="00B915FE" w:rsidRPr="009C54AE" w:rsidRDefault="00B915FE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915FE" w:rsidRPr="009C54AE" w14:paraId="7BC2E163" w14:textId="77777777" w:rsidTr="61AA9FBA">
        <w:tc>
          <w:tcPr>
            <w:tcW w:w="5415" w:type="dxa"/>
          </w:tcPr>
          <w:p w14:paraId="1AB692D5" w14:textId="77777777" w:rsidR="00B915FE" w:rsidRPr="009C54AE" w:rsidRDefault="00B915FE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1AA9FBA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61AA9FBA">
              <w:rPr>
                <w:sz w:val="24"/>
                <w:szCs w:val="24"/>
              </w:rPr>
              <w:t>z</w:t>
            </w:r>
            <w:r>
              <w:t> </w:t>
            </w:r>
            <w:r w:rsidRPr="61AA9FBA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Pr="61AA9FBA">
              <w:rPr>
                <w:rFonts w:ascii="Corbel" w:eastAsia="Corbel" w:hAnsi="Corbel" w:cs="Corbel"/>
                <w:sz w:val="28"/>
                <w:szCs w:val="28"/>
              </w:rPr>
              <w:t xml:space="preserve"> </w:t>
            </w:r>
            <w:r w:rsidRPr="61AA9FBA">
              <w:rPr>
                <w:rFonts w:ascii="Corbel" w:hAnsi="Corbel"/>
                <w:sz w:val="24"/>
                <w:szCs w:val="24"/>
              </w:rPr>
              <w:t xml:space="preserve">studiów </w:t>
            </w:r>
          </w:p>
        </w:tc>
        <w:tc>
          <w:tcPr>
            <w:tcW w:w="4105" w:type="dxa"/>
          </w:tcPr>
          <w:p w14:paraId="72A4FFC0" w14:textId="77777777" w:rsidR="00B915FE" w:rsidRPr="009C54AE" w:rsidRDefault="008D44F0" w:rsidP="61AA9F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1AA9FBA">
              <w:rPr>
                <w:rFonts w:ascii="Corbel" w:hAnsi="Corbel"/>
                <w:sz w:val="24"/>
                <w:szCs w:val="24"/>
              </w:rPr>
              <w:t>2</w:t>
            </w:r>
            <w:r w:rsidR="00B915FE" w:rsidRPr="61AA9FB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915FE" w:rsidRPr="009C54AE" w14:paraId="409F0BAA" w14:textId="77777777" w:rsidTr="61AA9FBA">
        <w:tc>
          <w:tcPr>
            <w:tcW w:w="5415" w:type="dxa"/>
          </w:tcPr>
          <w:p w14:paraId="2750A6CD" w14:textId="77777777" w:rsidR="00B915FE" w:rsidRPr="009C54AE" w:rsidRDefault="00B915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B915FE" w:rsidRPr="009C54AE" w:rsidRDefault="00B915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105" w:type="dxa"/>
          </w:tcPr>
          <w:p w14:paraId="5D369756" w14:textId="77777777" w:rsidR="00B915FE" w:rsidRPr="009C54AE" w:rsidRDefault="00B915FE" w:rsidP="61AA9F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1AA9FBA">
              <w:rPr>
                <w:rFonts w:ascii="Corbel" w:hAnsi="Corbel"/>
                <w:sz w:val="24"/>
                <w:szCs w:val="24"/>
              </w:rPr>
              <w:lastRenderedPageBreak/>
              <w:t>10</w:t>
            </w:r>
          </w:p>
        </w:tc>
      </w:tr>
      <w:tr w:rsidR="00B915FE" w:rsidRPr="009C54AE" w14:paraId="5274351F" w14:textId="77777777" w:rsidTr="61AA9FBA">
        <w:tc>
          <w:tcPr>
            <w:tcW w:w="5415" w:type="dxa"/>
          </w:tcPr>
          <w:p w14:paraId="7660431A" w14:textId="77777777" w:rsidR="00B915FE" w:rsidRPr="009C54AE" w:rsidRDefault="00B915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B915FE" w:rsidRPr="009C54AE" w:rsidRDefault="00B915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105" w:type="dxa"/>
          </w:tcPr>
          <w:p w14:paraId="43FBD11F" w14:textId="77777777" w:rsidR="00B915FE" w:rsidRPr="009C54AE" w:rsidRDefault="008D44F0" w:rsidP="61AA9F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1AA9FBA">
              <w:rPr>
                <w:rFonts w:ascii="Corbel" w:hAnsi="Corbel"/>
                <w:sz w:val="24"/>
                <w:szCs w:val="24"/>
              </w:rPr>
              <w:t>4</w:t>
            </w:r>
            <w:r w:rsidR="00B915FE" w:rsidRPr="61AA9FB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915FE" w:rsidRPr="009C54AE" w14:paraId="2B55E3E1" w14:textId="77777777" w:rsidTr="61AA9FBA">
        <w:tc>
          <w:tcPr>
            <w:tcW w:w="5415" w:type="dxa"/>
          </w:tcPr>
          <w:p w14:paraId="3D4B2727" w14:textId="77777777" w:rsidR="00B915FE" w:rsidRPr="009C54AE" w:rsidRDefault="00B915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05" w:type="dxa"/>
          </w:tcPr>
          <w:p w14:paraId="58A771A2" w14:textId="77777777" w:rsidR="00B915FE" w:rsidRPr="009C54AE" w:rsidRDefault="25DB6851" w:rsidP="61AA9F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1AA9FBA">
              <w:rPr>
                <w:rFonts w:ascii="Corbel" w:hAnsi="Corbel"/>
                <w:sz w:val="24"/>
                <w:szCs w:val="24"/>
              </w:rPr>
              <w:t>7</w:t>
            </w:r>
            <w:r w:rsidR="00B915FE" w:rsidRPr="61AA9FB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915FE" w:rsidRPr="009C54AE" w14:paraId="42922784" w14:textId="77777777" w:rsidTr="61AA9FBA">
        <w:tc>
          <w:tcPr>
            <w:tcW w:w="5415" w:type="dxa"/>
          </w:tcPr>
          <w:p w14:paraId="5FD1C35E" w14:textId="77777777" w:rsidR="00B915FE" w:rsidRPr="009C54AE" w:rsidRDefault="00B915F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5" w:type="dxa"/>
          </w:tcPr>
          <w:p w14:paraId="0B778152" w14:textId="77777777" w:rsidR="00B915FE" w:rsidRPr="009C54AE" w:rsidRDefault="00B915FE" w:rsidP="61AA9F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1AA9FB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B915FE" w:rsidRPr="009C54AE" w:rsidRDefault="00B915FE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A0FF5F2" w14:textId="77777777" w:rsidR="00B915FE" w:rsidRPr="009C54AE" w:rsidRDefault="00B915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B915FE" w:rsidRPr="009C54AE" w:rsidRDefault="00B915F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630AD66" w14:textId="77777777" w:rsidR="00B915FE" w:rsidRPr="009C54AE" w:rsidRDefault="00B915FE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B915FE" w:rsidRPr="009C54AE" w14:paraId="146D6691" w14:textId="77777777" w:rsidTr="1499B71A">
        <w:trPr>
          <w:trHeight w:val="397"/>
        </w:trPr>
        <w:tc>
          <w:tcPr>
            <w:tcW w:w="3544" w:type="dxa"/>
          </w:tcPr>
          <w:p w14:paraId="55E98D25" w14:textId="77777777" w:rsidR="00B915FE" w:rsidRPr="009C54AE" w:rsidRDefault="00B915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1829076" w14:textId="7F12C150" w:rsidR="00B915FE" w:rsidRPr="009C54AE" w:rsidRDefault="3A0531AC" w:rsidP="61AA9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1AA9FBA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B915FE" w:rsidRPr="009C54AE" w14:paraId="05EFD703" w14:textId="77777777" w:rsidTr="1499B71A">
        <w:trPr>
          <w:trHeight w:val="397"/>
        </w:trPr>
        <w:tc>
          <w:tcPr>
            <w:tcW w:w="3544" w:type="dxa"/>
          </w:tcPr>
          <w:p w14:paraId="7C3ADC5D" w14:textId="77777777" w:rsidR="00B915FE" w:rsidRPr="009C54AE" w:rsidRDefault="00B915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BA226A1" w14:textId="1EC653A5" w:rsidR="00B915FE" w:rsidRPr="009C54AE" w:rsidRDefault="6DF57FEA" w:rsidP="61AA9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1AA9FBA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17AD93B2" w14:textId="77777777" w:rsidR="00B915FE" w:rsidRPr="009C54AE" w:rsidRDefault="00B915F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B915FE" w:rsidRPr="009C54AE" w:rsidRDefault="00B915F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0DE4B5B7" w14:textId="77777777" w:rsidR="00B915FE" w:rsidRPr="009C54AE" w:rsidRDefault="00B915F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B915FE" w:rsidRPr="009C54AE" w14:paraId="1B03DAC5" w14:textId="77777777" w:rsidTr="1499B71A">
        <w:trPr>
          <w:trHeight w:val="397"/>
        </w:trPr>
        <w:tc>
          <w:tcPr>
            <w:tcW w:w="7513" w:type="dxa"/>
          </w:tcPr>
          <w:p w14:paraId="729C9695" w14:textId="77777777" w:rsidR="00B915FE" w:rsidRDefault="00B915FE" w:rsidP="61AA9FB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61AA9FBA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66204FF1" w14:textId="77777777" w:rsidR="00B915FE" w:rsidRDefault="00B915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6FA85BB" w14:textId="3B4420DE" w:rsidR="00B915FE" w:rsidRPr="00C826D7" w:rsidRDefault="00B915FE" w:rsidP="61AA9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1AA9FBA">
              <w:rPr>
                <w:rFonts w:ascii="Corbel" w:hAnsi="Corbel"/>
                <w:b w:val="0"/>
                <w:smallCaps w:val="0"/>
              </w:rPr>
              <w:t>Okólski M., Demografia. Podstawowe pojęcia, procesy i teorie w encyklopedycznym zarysie, Warszawa 20</w:t>
            </w:r>
            <w:r w:rsidR="004938E6">
              <w:rPr>
                <w:rFonts w:ascii="Corbel" w:hAnsi="Corbel"/>
                <w:b w:val="0"/>
                <w:smallCaps w:val="0"/>
              </w:rPr>
              <w:t>12</w:t>
            </w:r>
          </w:p>
          <w:p w14:paraId="02EE83D0" w14:textId="3CD36918" w:rsidR="00B915FE" w:rsidRDefault="00B915FE" w:rsidP="61AA9FB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1AA9FBA">
              <w:rPr>
                <w:rFonts w:ascii="Corbel" w:hAnsi="Corbel"/>
                <w:b w:val="0"/>
                <w:smallCaps w:val="0"/>
                <w:color w:val="000000" w:themeColor="text1"/>
              </w:rPr>
              <w:t>Okólski</w:t>
            </w:r>
            <w:r w:rsidR="3980FF8A" w:rsidRPr="61AA9FB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</w:t>
            </w:r>
            <w:r w:rsidRPr="61AA9FBA">
              <w:rPr>
                <w:rFonts w:ascii="Corbel" w:hAnsi="Corbel"/>
                <w:b w:val="0"/>
                <w:smallCaps w:val="0"/>
                <w:color w:val="000000" w:themeColor="text1"/>
              </w:rPr>
              <w:t>, Fihel</w:t>
            </w:r>
            <w:r w:rsidR="6D935DA8" w:rsidRPr="61AA9FB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</w:t>
            </w:r>
            <w:r w:rsidRPr="61AA9FB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Pr="61AA9FB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Demografia. Współczesne zjawiska i teorie</w:t>
            </w:r>
            <w:r w:rsidRPr="61AA9FBA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2012</w:t>
            </w:r>
          </w:p>
          <w:p w14:paraId="2DBF0D7D" w14:textId="5E8B42B8" w:rsidR="00B915FE" w:rsidRPr="00A1501D" w:rsidRDefault="00B915FE" w:rsidP="61AA9FB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1AA9FB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Kurkiewicz J. (red.), </w:t>
            </w:r>
            <w:r w:rsidRPr="61AA9FB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Procesy demograficzne i metody ich analizy</w:t>
            </w:r>
            <w:r w:rsidRPr="61AA9FBA">
              <w:rPr>
                <w:rFonts w:ascii="Corbel" w:hAnsi="Corbel"/>
                <w:b w:val="0"/>
                <w:smallCaps w:val="0"/>
                <w:color w:val="000000" w:themeColor="text1"/>
              </w:rPr>
              <w:t>. Kraków 2010.</w:t>
            </w:r>
          </w:p>
        </w:tc>
      </w:tr>
      <w:tr w:rsidR="00B915FE" w:rsidRPr="009C54AE" w14:paraId="28C85D84" w14:textId="77777777" w:rsidTr="1499B71A">
        <w:trPr>
          <w:trHeight w:val="397"/>
        </w:trPr>
        <w:tc>
          <w:tcPr>
            <w:tcW w:w="7513" w:type="dxa"/>
          </w:tcPr>
          <w:p w14:paraId="1616B1D9" w14:textId="77777777" w:rsidR="00B915FE" w:rsidRDefault="00B915FE" w:rsidP="61AA9FB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61AA9FBA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460D85E5" w14:textId="3A67D1CE" w:rsidR="61AA9FBA" w:rsidRDefault="61AA9FBA" w:rsidP="61AA9FB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005326FC" w14:textId="77777777" w:rsidR="00B915FE" w:rsidRDefault="00B915FE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826D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S. Huntington</w:t>
            </w:r>
            <w:r w:rsidRPr="00C826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Zderzenie cywilizacji</w:t>
            </w:r>
            <w:r w:rsidRPr="00C826D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Warszawa 2007</w:t>
            </w:r>
          </w:p>
          <w:p w14:paraId="6B62F1B3" w14:textId="77777777" w:rsidR="00B915FE" w:rsidRDefault="00B915FE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7D828413" w14:textId="745639F1" w:rsidR="00B915FE" w:rsidRDefault="00B915FE" w:rsidP="61AA9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1AA9FBA">
              <w:rPr>
                <w:rFonts w:ascii="Corbel" w:hAnsi="Corbel"/>
                <w:b w:val="0"/>
                <w:smallCaps w:val="0"/>
                <w:color w:val="000000" w:themeColor="text1"/>
              </w:rPr>
              <w:t>S.A.</w:t>
            </w:r>
            <w:r w:rsidR="0474E6DF" w:rsidRPr="61AA9FB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61AA9FBA">
              <w:rPr>
                <w:rFonts w:ascii="Corbel" w:hAnsi="Corbel"/>
                <w:b w:val="0"/>
                <w:smallCaps w:val="0"/>
                <w:color w:val="000000" w:themeColor="text1"/>
              </w:rPr>
              <w:t>Nyce, S.J. Schieber</w:t>
            </w:r>
            <w:r w:rsidRPr="61AA9FB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, Ekonomiczne konsekwencje starzenia się społeczeństw, </w:t>
            </w:r>
            <w:r w:rsidRPr="61AA9FBA">
              <w:rPr>
                <w:rFonts w:ascii="Corbel" w:hAnsi="Corbel"/>
                <w:b w:val="0"/>
                <w:smallCaps w:val="0"/>
                <w:color w:val="000000" w:themeColor="text1"/>
              </w:rPr>
              <w:t>Warszawa 2011.</w:t>
            </w:r>
          </w:p>
          <w:p w14:paraId="02F2C34E" w14:textId="77777777" w:rsidR="00B915FE" w:rsidRDefault="00B915FE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364AED1E" w14:textId="77777777" w:rsidR="00B915FE" w:rsidRPr="00C826D7" w:rsidRDefault="00B915FE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826D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S. Casteles, M.J. Miller</w:t>
            </w:r>
            <w:r w:rsidRPr="00C826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Migracje we współczesnym świecie, </w:t>
            </w:r>
            <w:r w:rsidRPr="00C826D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 2011</w:t>
            </w:r>
          </w:p>
        </w:tc>
      </w:tr>
    </w:tbl>
    <w:p w14:paraId="680A4E5D" w14:textId="77777777" w:rsidR="00B915FE" w:rsidRPr="009C54AE" w:rsidRDefault="00B915F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219836" w14:textId="77777777" w:rsidR="00B915FE" w:rsidRPr="009C54AE" w:rsidRDefault="00B915F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B915FE" w:rsidRPr="009C54AE" w:rsidRDefault="00B915F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B915FE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90460" w14:textId="77777777" w:rsidR="00D63153" w:rsidRDefault="00D63153" w:rsidP="00C16ABF">
      <w:pPr>
        <w:spacing w:after="0" w:line="240" w:lineRule="auto"/>
      </w:pPr>
      <w:r>
        <w:separator/>
      </w:r>
    </w:p>
  </w:endnote>
  <w:endnote w:type="continuationSeparator" w:id="0">
    <w:p w14:paraId="4C60B1A9" w14:textId="77777777" w:rsidR="00D63153" w:rsidRDefault="00D6315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6E11B0" w14:textId="77777777" w:rsidR="00D63153" w:rsidRDefault="00D63153" w:rsidP="00C16ABF">
      <w:pPr>
        <w:spacing w:after="0" w:line="240" w:lineRule="auto"/>
      </w:pPr>
      <w:r>
        <w:separator/>
      </w:r>
    </w:p>
  </w:footnote>
  <w:footnote w:type="continuationSeparator" w:id="0">
    <w:p w14:paraId="0CE95ACF" w14:textId="77777777" w:rsidR="00D63153" w:rsidRDefault="00D63153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B915FE" w:rsidRDefault="00B915F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40471939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456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17A2"/>
    <w:rsid w:val="001F2CA2"/>
    <w:rsid w:val="002144C0"/>
    <w:rsid w:val="00222A5A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19B"/>
    <w:rsid w:val="002D3375"/>
    <w:rsid w:val="002D73D4"/>
    <w:rsid w:val="002F02A3"/>
    <w:rsid w:val="002F4ABE"/>
    <w:rsid w:val="003018BA"/>
    <w:rsid w:val="0030395F"/>
    <w:rsid w:val="00305C92"/>
    <w:rsid w:val="003151C5"/>
    <w:rsid w:val="00322FDF"/>
    <w:rsid w:val="003343CF"/>
    <w:rsid w:val="00346FE9"/>
    <w:rsid w:val="0034759A"/>
    <w:rsid w:val="003503F6"/>
    <w:rsid w:val="003530DD"/>
    <w:rsid w:val="003564E0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3B04"/>
    <w:rsid w:val="00414E3C"/>
    <w:rsid w:val="0042244A"/>
    <w:rsid w:val="0042745A"/>
    <w:rsid w:val="00431D5C"/>
    <w:rsid w:val="004362C6"/>
    <w:rsid w:val="00437FA2"/>
    <w:rsid w:val="00445970"/>
    <w:rsid w:val="0045037B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38E6"/>
    <w:rsid w:val="004968E2"/>
    <w:rsid w:val="004A3EEA"/>
    <w:rsid w:val="004A4D1F"/>
    <w:rsid w:val="004C7C17"/>
    <w:rsid w:val="004D5282"/>
    <w:rsid w:val="004F1551"/>
    <w:rsid w:val="004F55A3"/>
    <w:rsid w:val="004F6EE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F2E"/>
    <w:rsid w:val="00647FA8"/>
    <w:rsid w:val="00650C5F"/>
    <w:rsid w:val="00654934"/>
    <w:rsid w:val="006620D9"/>
    <w:rsid w:val="00671958"/>
    <w:rsid w:val="00672980"/>
    <w:rsid w:val="00673BBA"/>
    <w:rsid w:val="00675843"/>
    <w:rsid w:val="00680B9E"/>
    <w:rsid w:val="00681429"/>
    <w:rsid w:val="00696477"/>
    <w:rsid w:val="006C5D28"/>
    <w:rsid w:val="006D050F"/>
    <w:rsid w:val="006D6139"/>
    <w:rsid w:val="006E5D65"/>
    <w:rsid w:val="006E7BB8"/>
    <w:rsid w:val="006F1282"/>
    <w:rsid w:val="006F1FBC"/>
    <w:rsid w:val="006F31E2"/>
    <w:rsid w:val="0070322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3FE"/>
    <w:rsid w:val="008C19A9"/>
    <w:rsid w:val="008C379D"/>
    <w:rsid w:val="008C5147"/>
    <w:rsid w:val="008C5359"/>
    <w:rsid w:val="008C5363"/>
    <w:rsid w:val="008D3DFB"/>
    <w:rsid w:val="008D44F0"/>
    <w:rsid w:val="008E64F4"/>
    <w:rsid w:val="008F12C9"/>
    <w:rsid w:val="008F6E29"/>
    <w:rsid w:val="00916188"/>
    <w:rsid w:val="00923D7D"/>
    <w:rsid w:val="0094216A"/>
    <w:rsid w:val="009508DF"/>
    <w:rsid w:val="00950DAC"/>
    <w:rsid w:val="00954A07"/>
    <w:rsid w:val="00997F14"/>
    <w:rsid w:val="009A58BE"/>
    <w:rsid w:val="009A78D9"/>
    <w:rsid w:val="009C1331"/>
    <w:rsid w:val="009C3E31"/>
    <w:rsid w:val="009C4F80"/>
    <w:rsid w:val="009C54AE"/>
    <w:rsid w:val="009C788E"/>
    <w:rsid w:val="009E3B41"/>
    <w:rsid w:val="009F3C5C"/>
    <w:rsid w:val="009F4610"/>
    <w:rsid w:val="00A00ECC"/>
    <w:rsid w:val="00A1501D"/>
    <w:rsid w:val="00A155EE"/>
    <w:rsid w:val="00A2245B"/>
    <w:rsid w:val="00A30110"/>
    <w:rsid w:val="00A36899"/>
    <w:rsid w:val="00A371F6"/>
    <w:rsid w:val="00A43BF6"/>
    <w:rsid w:val="00A5300B"/>
    <w:rsid w:val="00A53FA5"/>
    <w:rsid w:val="00A54817"/>
    <w:rsid w:val="00A601C8"/>
    <w:rsid w:val="00A60799"/>
    <w:rsid w:val="00A84C85"/>
    <w:rsid w:val="00A95A61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A04"/>
    <w:rsid w:val="00B8056E"/>
    <w:rsid w:val="00B819C8"/>
    <w:rsid w:val="00B82308"/>
    <w:rsid w:val="00B90885"/>
    <w:rsid w:val="00B915FE"/>
    <w:rsid w:val="00BB361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D7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3153"/>
    <w:rsid w:val="00D74119"/>
    <w:rsid w:val="00D8075B"/>
    <w:rsid w:val="00D8678B"/>
    <w:rsid w:val="00DA2114"/>
    <w:rsid w:val="00DA385A"/>
    <w:rsid w:val="00DE09C0"/>
    <w:rsid w:val="00DE4A14"/>
    <w:rsid w:val="00DF2B48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A2F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2C80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42B0BD"/>
    <w:rsid w:val="025F336F"/>
    <w:rsid w:val="0474E6DF"/>
    <w:rsid w:val="0804AB5E"/>
    <w:rsid w:val="08302E27"/>
    <w:rsid w:val="095E48D8"/>
    <w:rsid w:val="0C8A777D"/>
    <w:rsid w:val="10C0A650"/>
    <w:rsid w:val="138978B6"/>
    <w:rsid w:val="13D039E6"/>
    <w:rsid w:val="1499B71A"/>
    <w:rsid w:val="153E10A6"/>
    <w:rsid w:val="220949D0"/>
    <w:rsid w:val="230CC0D6"/>
    <w:rsid w:val="24BBC5F2"/>
    <w:rsid w:val="25DB6851"/>
    <w:rsid w:val="2A81CF47"/>
    <w:rsid w:val="2BF95D1B"/>
    <w:rsid w:val="2C298CD7"/>
    <w:rsid w:val="2D6733DB"/>
    <w:rsid w:val="323AA4FE"/>
    <w:rsid w:val="3318F376"/>
    <w:rsid w:val="37715397"/>
    <w:rsid w:val="3980FF8A"/>
    <w:rsid w:val="3A0531AC"/>
    <w:rsid w:val="42A9620B"/>
    <w:rsid w:val="44C733BF"/>
    <w:rsid w:val="4690FDC1"/>
    <w:rsid w:val="482CCE22"/>
    <w:rsid w:val="4C53A619"/>
    <w:rsid w:val="4DFCA5C8"/>
    <w:rsid w:val="53285ECB"/>
    <w:rsid w:val="5A80A6E9"/>
    <w:rsid w:val="5A9300D3"/>
    <w:rsid w:val="5ECA8A4F"/>
    <w:rsid w:val="5F78722E"/>
    <w:rsid w:val="61AA9FBA"/>
    <w:rsid w:val="65FA85D3"/>
    <w:rsid w:val="69B5B19F"/>
    <w:rsid w:val="6D935DA8"/>
    <w:rsid w:val="6DF57FEA"/>
    <w:rsid w:val="73855B91"/>
    <w:rsid w:val="7C70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661A18"/>
  <w15:docId w15:val="{971CF009-F2AE-4063-8818-F65D2B5DA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BD66E9"/>
    <w:rPr>
      <w:rFonts w:eastAsia="Times New Roman"/>
      <w:b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CF78ED"/>
    <w:rPr>
      <w:rFonts w:ascii="Tahoma" w:eastAsia="Times New Roman" w:hAnsi="Tahoma"/>
      <w:sz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link w:val="Nagwek"/>
    <w:uiPriority w:val="99"/>
    <w:locked/>
    <w:rsid w:val="00C16ABF"/>
    <w:rPr>
      <w:rFonts w:ascii="Calibri" w:eastAsia="Times New Roman" w:hAnsi="Calibri"/>
      <w:sz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link w:val="Stopka"/>
    <w:uiPriority w:val="99"/>
    <w:locked/>
    <w:rsid w:val="00C16ABF"/>
    <w:rPr>
      <w:rFonts w:ascii="Calibri" w:eastAsia="Times New Roman" w:hAnsi="Calibri"/>
      <w:sz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5747A"/>
    <w:rPr>
      <w:rFonts w:ascii="Calibri" w:hAnsi="Calibri"/>
      <w:sz w:val="20"/>
    </w:rPr>
  </w:style>
  <w:style w:type="character" w:styleId="Odwoanieprzypisudolnego">
    <w:name w:val="footnote reference"/>
    <w:uiPriority w:val="99"/>
    <w:semiHidden/>
    <w:rsid w:val="0085747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85747A"/>
    <w:rPr>
      <w:rFonts w:ascii="Calibri" w:eastAsia="Times New Roman" w:hAnsi="Calibri"/>
      <w:sz w:val="22"/>
    </w:rPr>
  </w:style>
  <w:style w:type="character" w:styleId="Numerstrony">
    <w:name w:val="page number"/>
    <w:uiPriority w:val="99"/>
    <w:semiHidden/>
    <w:rsid w:val="0085747A"/>
    <w:rPr>
      <w:rFonts w:cs="Times New Roman"/>
    </w:rPr>
  </w:style>
  <w:style w:type="character" w:styleId="Hipercze">
    <w:name w:val="Hyperlink"/>
    <w:uiPriority w:val="99"/>
    <w:rsid w:val="00B819C8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824</Words>
  <Characters>4948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Przemysław Maj</cp:lastModifiedBy>
  <cp:revision>3</cp:revision>
  <cp:lastPrinted>2019-02-06T12:12:00Z</cp:lastPrinted>
  <dcterms:created xsi:type="dcterms:W3CDTF">2024-10-03T12:01:00Z</dcterms:created>
  <dcterms:modified xsi:type="dcterms:W3CDTF">2025-11-14T21:47:00Z</dcterms:modified>
</cp:coreProperties>
</file>